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A501DD" w:rsidP="00041860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mš o</w:t>
            </w:r>
            <w:bookmarkStart w:id="0" w:name="_GoBack"/>
            <w:bookmarkEnd w:id="0"/>
            <w:r w:rsidR="007A6858">
              <w:rPr>
                <w:b/>
                <w:bCs/>
                <w:caps/>
                <w:color w:val="FF0000"/>
                <w:sz w:val="24"/>
              </w:rPr>
              <w:t>bchodní – rekonstrukce silnoproudu – ii. etapa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2758C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2758C6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758C6">
              <w:rPr>
                <w:szCs w:val="20"/>
              </w:rPr>
              <w:t>1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758C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2758C6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41860"/>
    <w:rsid w:val="00051F86"/>
    <w:rsid w:val="00081996"/>
    <w:rsid w:val="00082A74"/>
    <w:rsid w:val="00086566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128CD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758C6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1DE9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D5CAF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A6858"/>
    <w:rsid w:val="007B24B9"/>
    <w:rsid w:val="007D00C7"/>
    <w:rsid w:val="007D057D"/>
    <w:rsid w:val="007D7452"/>
    <w:rsid w:val="00802F93"/>
    <w:rsid w:val="00803D61"/>
    <w:rsid w:val="0084252E"/>
    <w:rsid w:val="00844089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01DD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13A6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B61E5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1D1DA-F317-46E9-A8D5-68D0BFD3F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87A2447.dotm</Template>
  <TotalTime>33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21</cp:revision>
  <cp:lastPrinted>2026-01-14T08:37:00Z</cp:lastPrinted>
  <dcterms:created xsi:type="dcterms:W3CDTF">2023-11-06T12:13:00Z</dcterms:created>
  <dcterms:modified xsi:type="dcterms:W3CDTF">2026-01-15T06:01:00Z</dcterms:modified>
</cp:coreProperties>
</file>